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03A9682-F702-43C7-B55A-B7F69EFF5363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